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A8D" w:rsidRDefault="00543A8D" w:rsidP="00543A8D">
      <w:pPr>
        <w:pStyle w:val="Title"/>
      </w:pPr>
      <w:r>
        <w:t>Title</w:t>
      </w:r>
    </w:p>
    <w:p w:rsidR="003626A3" w:rsidRDefault="00543A8D" w:rsidP="00543A8D">
      <w:pPr>
        <w:pStyle w:val="Heading1"/>
      </w:pPr>
      <w:r>
        <w:t>Heading1</w:t>
      </w:r>
    </w:p>
    <w:p w:rsidR="00543A8D" w:rsidRDefault="00543A8D" w:rsidP="00543A8D">
      <w:pPr>
        <w:pStyle w:val="Heading2"/>
      </w:pPr>
      <w:r>
        <w:t>He</w:t>
      </w:r>
      <w:bookmarkStart w:id="0" w:name="_GoBack"/>
      <w:bookmarkEnd w:id="0"/>
      <w:r>
        <w:t>ading2</w:t>
      </w:r>
    </w:p>
    <w:p w:rsidR="00543A8D" w:rsidRDefault="00543A8D"/>
    <w:sectPr w:rsidR="00543A8D" w:rsidSect="003626A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A8D"/>
    <w:rsid w:val="003626A3"/>
    <w:rsid w:val="00543A8D"/>
    <w:rsid w:val="009A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A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3A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3A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3A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543A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43A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43A8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3A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43A8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43A8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543A8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"/>
    <w:rsid w:val="00543A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smap:misc: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Document.dotx</Template>
  <TotalTime>1</TotalTime>
  <Pages>1</Pages>
  <Words>3</Words>
  <Characters>22</Characters>
  <Application>Microsoft Macintosh Word</Application>
  <DocSecurity>0</DocSecurity>
  <Lines>1</Lines>
  <Paragraphs>1</Paragraphs>
  <ScaleCrop>false</ScaleCrop>
  <Company>Smap Consulting Pty Ltd</Company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Penman</dc:creator>
  <cp:keywords/>
  <dc:description/>
  <cp:lastModifiedBy>Neil Penman</cp:lastModifiedBy>
  <cp:revision>1</cp:revision>
  <dcterms:created xsi:type="dcterms:W3CDTF">2020-07-16T05:37:00Z</dcterms:created>
  <dcterms:modified xsi:type="dcterms:W3CDTF">2020-07-16T05:38:00Z</dcterms:modified>
</cp:coreProperties>
</file>